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C22" w:rsidRDefault="007D5C22" w:rsidP="00D20149">
      <w:pPr>
        <w:jc w:val="center"/>
        <w:rPr>
          <w:b/>
          <w:bCs/>
          <w:sz w:val="48"/>
          <w:szCs w:val="48"/>
        </w:rPr>
      </w:pPr>
    </w:p>
    <w:p w:rsidR="007D5C22" w:rsidRPr="00950B62" w:rsidRDefault="007D5C22" w:rsidP="00D20149">
      <w:pPr>
        <w:jc w:val="center"/>
        <w:rPr>
          <w:b/>
          <w:bCs/>
          <w:sz w:val="48"/>
          <w:szCs w:val="48"/>
          <w:lang w:val="en-US"/>
        </w:rPr>
      </w:pPr>
    </w:p>
    <w:p w:rsidR="00D20149" w:rsidRPr="00950B62" w:rsidRDefault="00923FE4" w:rsidP="00D20149">
      <w:pPr>
        <w:jc w:val="center"/>
        <w:rPr>
          <w:b/>
          <w:bCs/>
          <w:sz w:val="48"/>
          <w:szCs w:val="48"/>
          <w:lang w:val="en-US"/>
        </w:rPr>
      </w:pPr>
      <w:r>
        <w:rPr>
          <w:b/>
          <w:bCs/>
          <w:sz w:val="48"/>
          <w:szCs w:val="48"/>
          <w:lang w:val="en-US"/>
        </w:rPr>
        <w:t xml:space="preserve">Project </w:t>
      </w:r>
      <w:r w:rsidR="00B510DA" w:rsidRPr="00950B62">
        <w:rPr>
          <w:b/>
          <w:bCs/>
          <w:sz w:val="48"/>
          <w:szCs w:val="48"/>
          <w:lang w:val="en-US"/>
        </w:rPr>
        <w:t>Documentation</w:t>
      </w:r>
    </w:p>
    <w:p w:rsidR="00D20149" w:rsidRPr="00950B62" w:rsidRDefault="00D20149" w:rsidP="00D20149">
      <w:pPr>
        <w:jc w:val="center"/>
        <w:rPr>
          <w:b/>
          <w:bCs/>
          <w:sz w:val="36"/>
          <w:szCs w:val="36"/>
          <w:lang w:val="en-US"/>
        </w:rPr>
      </w:pPr>
    </w:p>
    <w:sdt>
      <w:sdtPr>
        <w:rPr>
          <w:b/>
          <w:bCs/>
          <w:sz w:val="36"/>
          <w:szCs w:val="36"/>
          <w:lang w:val="en-US"/>
        </w:rPr>
        <w:alias w:val="Projekt"/>
        <w:tag w:val="Projekt"/>
        <w:id w:val="-324589082"/>
        <w:placeholder>
          <w:docPart w:val="D610FF5FC41D4B1BBD75A4D1D9B5A070"/>
        </w:placeholder>
      </w:sdtPr>
      <w:sdtEndPr>
        <w:rPr>
          <w:sz w:val="48"/>
          <w:szCs w:val="48"/>
        </w:rPr>
      </w:sdtEndPr>
      <w:sdtContent>
        <w:p w:rsidR="00D20149" w:rsidRPr="00950B62" w:rsidRDefault="00886927" w:rsidP="009A38BA">
          <w:pPr>
            <w:jc w:val="center"/>
            <w:rPr>
              <w:color w:val="808080"/>
              <w:lang w:val="en-US"/>
            </w:rPr>
          </w:pPr>
          <w:r>
            <w:rPr>
              <w:b/>
              <w:bCs/>
              <w:sz w:val="36"/>
              <w:szCs w:val="36"/>
              <w:lang w:val="en-US"/>
            </w:rPr>
            <w:t xml:space="preserve">C64 </w:t>
          </w:r>
          <w:r w:rsidRPr="00886927">
            <w:rPr>
              <w:b/>
              <w:bCs/>
              <w:sz w:val="36"/>
              <w:szCs w:val="36"/>
              <w:lang w:val="en-US"/>
            </w:rPr>
            <w:t>CHARSET-Adaptor/Switch</w:t>
          </w:r>
        </w:p>
      </w:sdtContent>
    </w:sdt>
    <w:p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Proje</w:t>
      </w:r>
      <w:r w:rsidR="00B510DA" w:rsidRPr="00950B62">
        <w:rPr>
          <w:sz w:val="36"/>
          <w:szCs w:val="36"/>
          <w:lang w:val="en-US"/>
        </w:rPr>
        <w:t>c</w:t>
      </w:r>
      <w:r w:rsidRPr="00950B62">
        <w:rPr>
          <w:sz w:val="36"/>
          <w:szCs w:val="36"/>
          <w:lang w:val="en-US"/>
        </w:rPr>
        <w:t>t</w:t>
      </w:r>
      <w:r w:rsidR="00B510DA" w:rsidRPr="00950B62">
        <w:rPr>
          <w:sz w:val="36"/>
          <w:szCs w:val="36"/>
          <w:lang w:val="en-US"/>
        </w:rPr>
        <w:t xml:space="preserve"> </w:t>
      </w:r>
      <w:r w:rsidRPr="00950B62">
        <w:rPr>
          <w:sz w:val="36"/>
          <w:szCs w:val="36"/>
          <w:lang w:val="en-US"/>
        </w:rPr>
        <w:t>num</w:t>
      </w:r>
      <w:r w:rsidR="00B510DA" w:rsidRPr="00950B62">
        <w:rPr>
          <w:sz w:val="36"/>
          <w:szCs w:val="36"/>
          <w:lang w:val="en-US"/>
        </w:rPr>
        <w:t>b</w:t>
      </w:r>
      <w:r w:rsidRPr="00950B62">
        <w:rPr>
          <w:sz w:val="36"/>
          <w:szCs w:val="36"/>
          <w:lang w:val="en-US"/>
        </w:rPr>
        <w:t xml:space="preserve">er: </w:t>
      </w:r>
      <w:r w:rsidR="00886927">
        <w:rPr>
          <w:sz w:val="36"/>
          <w:szCs w:val="36"/>
          <w:lang w:val="en-US"/>
        </w:rPr>
        <w:t>126</w:t>
      </w:r>
    </w:p>
    <w:p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 xml:space="preserve">Revision: </w:t>
      </w:r>
      <w:r w:rsidR="00886927">
        <w:rPr>
          <w:sz w:val="36"/>
          <w:szCs w:val="36"/>
          <w:lang w:val="en-US"/>
        </w:rPr>
        <w:t>0</w:t>
      </w: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Dat</w:t>
      </w:r>
      <w:r w:rsidR="00B510DA" w:rsidRPr="00950B62">
        <w:rPr>
          <w:sz w:val="36"/>
          <w:szCs w:val="36"/>
          <w:lang w:val="en-US"/>
        </w:rPr>
        <w:t>e</w:t>
      </w:r>
      <w:r w:rsidRPr="00950B62">
        <w:rPr>
          <w:sz w:val="36"/>
          <w:szCs w:val="36"/>
          <w:lang w:val="en-US"/>
        </w:rPr>
        <w:t xml:space="preserve">: </w:t>
      </w:r>
      <w:r w:rsidR="00886927">
        <w:rPr>
          <w:sz w:val="36"/>
          <w:szCs w:val="36"/>
          <w:lang w:val="en-US"/>
        </w:rPr>
        <w:t>15.05.2019</w:t>
      </w: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  <w:bookmarkStart w:id="0" w:name="_GoBack"/>
      <w:bookmarkEnd w:id="0"/>
    </w:p>
    <w:p w:rsidR="009A38BA" w:rsidRPr="00950B62" w:rsidRDefault="006352B3" w:rsidP="00D20149">
      <w:pPr>
        <w:jc w:val="center"/>
        <w:rPr>
          <w:sz w:val="36"/>
          <w:szCs w:val="36"/>
          <w:lang w:val="en-US"/>
        </w:rPr>
      </w:pPr>
      <w:r>
        <w:rPr>
          <w:noProof/>
          <w:sz w:val="36"/>
          <w:szCs w:val="36"/>
          <w:lang w:val="en-US"/>
        </w:rPr>
        <w:drawing>
          <wp:inline distT="0" distB="0" distL="0" distR="0">
            <wp:extent cx="2798064" cy="2676144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66_-_Pinnin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8064" cy="267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sectPr w:rsidR="009A38BA" w:rsidRPr="00950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27"/>
    <w:rsid w:val="00394953"/>
    <w:rsid w:val="006352B3"/>
    <w:rsid w:val="0070552A"/>
    <w:rsid w:val="007D5C22"/>
    <w:rsid w:val="00886927"/>
    <w:rsid w:val="00923FE4"/>
    <w:rsid w:val="00950B62"/>
    <w:rsid w:val="009A38BA"/>
    <w:rsid w:val="00B510DA"/>
    <w:rsid w:val="00D20149"/>
    <w:rsid w:val="00D34CBC"/>
    <w:rsid w:val="00EA3C1A"/>
    <w:rsid w:val="00F7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144EC-7B17-470E-BC67-C34EA54C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4CBC"/>
    <w:rPr>
      <w:rFonts w:ascii="Futura Lt BT" w:hAnsi="Futura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A3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Cover_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610FF5FC41D4B1BBD75A4D1D9B5A0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D455DC-83F9-4F0D-91B8-0E12A76829B3}"/>
      </w:docPartPr>
      <w:docPartBody>
        <w:p w:rsidR="009602B3" w:rsidRDefault="009602B3">
          <w:pPr>
            <w:pStyle w:val="D610FF5FC41D4B1BBD75A4D1D9B5A070"/>
          </w:pPr>
          <w:r w:rsidRPr="009A38BA">
            <w:rPr>
              <w:rFonts w:ascii="Futura Lt BT" w:hAnsi="Futura Lt BT"/>
              <w:b/>
              <w:bCs/>
              <w:sz w:val="36"/>
              <w:szCs w:val="36"/>
            </w:rPr>
            <w:t>Projekt</w:t>
          </w:r>
          <w:r w:rsidRPr="00251AE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2B3"/>
    <w:rsid w:val="0096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de-DE" w:eastAsia="de-DE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610FF5FC41D4B1BBD75A4D1D9B5A070">
    <w:name w:val="D610FF5FC41D4B1BBD75A4D1D9B5A0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EBB4B-089C-4F07-8459-7A353CE0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Cover_sheet.dotx</Template>
  <TotalTime>0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Deckblatt</vt:lpstr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Deckblatt</dc:title>
  <dc:subject/>
  <dc:creator>Sven Petersen</dc:creator>
  <cp:keywords>Deckblatt</cp:keywords>
  <dc:description>Deckblatt für Projekt</dc:description>
  <cp:lastModifiedBy>Sven Petersen</cp:lastModifiedBy>
  <cp:revision>2</cp:revision>
  <dcterms:created xsi:type="dcterms:W3CDTF">2019-06-15T13:07:00Z</dcterms:created>
  <dcterms:modified xsi:type="dcterms:W3CDTF">2019-07-13T16:27:00Z</dcterms:modified>
</cp:coreProperties>
</file>